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0D" w:rsidRPr="00FC6AB1" w:rsidRDefault="00653F0D" w:rsidP="00112539">
      <w:pPr>
        <w:pStyle w:val="Footer"/>
        <w:jc w:val="center"/>
        <w:rPr>
          <w:sz w:val="44"/>
          <w:szCs w:val="44"/>
        </w:rPr>
      </w:pPr>
      <w:r w:rsidRPr="00FC6AB1">
        <w:rPr>
          <w:rFonts w:ascii="Calibri" w:hAnsi="Calibri"/>
          <w:b/>
          <w:sz w:val="44"/>
          <w:szCs w:val="44"/>
        </w:rPr>
        <w:t>FORMULÁŘ</w:t>
      </w:r>
      <w:r w:rsidRPr="00FC6AB1">
        <w:rPr>
          <w:sz w:val="44"/>
          <w:szCs w:val="44"/>
        </w:rPr>
        <w:t xml:space="preserve"> </w:t>
      </w:r>
    </w:p>
    <w:p w:rsidR="00653F0D" w:rsidRDefault="00653F0D" w:rsidP="00112539">
      <w:pPr>
        <w:pStyle w:val="Footer"/>
        <w:jc w:val="center"/>
        <w:rPr>
          <w:rFonts w:ascii="Calibri" w:hAnsi="Calibri"/>
          <w:sz w:val="28"/>
          <w:szCs w:val="28"/>
        </w:rPr>
      </w:pPr>
      <w:r w:rsidRPr="00FC6AB1">
        <w:rPr>
          <w:rFonts w:ascii="Calibri" w:hAnsi="Calibri"/>
          <w:sz w:val="28"/>
          <w:szCs w:val="28"/>
        </w:rPr>
        <w:t>PRO UVEDENÍ</w:t>
      </w:r>
      <w:r>
        <w:rPr>
          <w:rFonts w:ascii="Calibri" w:hAnsi="Calibri"/>
          <w:sz w:val="28"/>
          <w:szCs w:val="28"/>
        </w:rPr>
        <w:t xml:space="preserve"> </w:t>
      </w:r>
      <w:r w:rsidRPr="00FC6AB1">
        <w:rPr>
          <w:rFonts w:ascii="Calibri" w:hAnsi="Calibri"/>
          <w:sz w:val="28"/>
          <w:szCs w:val="28"/>
        </w:rPr>
        <w:t>REFERENČNÍCH SLUŽEB</w:t>
      </w:r>
    </w:p>
    <w:p w:rsidR="00653F0D" w:rsidRPr="00FC6AB1" w:rsidRDefault="00653F0D" w:rsidP="00112539">
      <w:pPr>
        <w:pStyle w:val="Footer"/>
        <w:jc w:val="center"/>
        <w:rPr>
          <w:rFonts w:ascii="Calibri" w:hAnsi="Calibri"/>
          <w:sz w:val="28"/>
          <w:szCs w:val="28"/>
        </w:rPr>
      </w:pPr>
    </w:p>
    <w:p w:rsidR="00653F0D" w:rsidRPr="006C271F" w:rsidRDefault="00653F0D" w:rsidP="001A3D00">
      <w:pPr>
        <w:pStyle w:val="Heading1"/>
        <w:numPr>
          <w:ilvl w:val="0"/>
          <w:numId w:val="0"/>
        </w:numPr>
        <w:tabs>
          <w:tab w:val="left" w:pos="708"/>
        </w:tabs>
        <w:rPr>
          <w:rFonts w:ascii="Calibri" w:hAnsi="Calibri"/>
          <w:caps/>
          <w:color w:val="000000"/>
          <w:sz w:val="24"/>
          <w:lang w:val="cs-CZ"/>
        </w:rPr>
      </w:pPr>
    </w:p>
    <w:p w:rsidR="00653F0D" w:rsidRPr="006C271F" w:rsidRDefault="00653F0D" w:rsidP="00112539">
      <w:pPr>
        <w:pStyle w:val="Heading1"/>
        <w:numPr>
          <w:ilvl w:val="0"/>
          <w:numId w:val="0"/>
        </w:numPr>
        <w:tabs>
          <w:tab w:val="left" w:pos="708"/>
        </w:tabs>
        <w:jc w:val="left"/>
        <w:rPr>
          <w:rFonts w:ascii="Calibri" w:hAnsi="Calibri"/>
          <w:b w:val="0"/>
          <w:caps/>
          <w:color w:val="000000"/>
          <w:sz w:val="24"/>
          <w:lang w:val="cs-CZ"/>
        </w:rPr>
      </w:pPr>
      <w:r w:rsidRPr="006C271F">
        <w:rPr>
          <w:rFonts w:ascii="Calibri" w:hAnsi="Calibri"/>
          <w:caps/>
          <w:color w:val="000000"/>
          <w:sz w:val="24"/>
          <w:lang w:val="cs-CZ"/>
        </w:rPr>
        <w:t>seznam významných služeb poskytnutých dodavatelem v POSLEDNÍCH 3 LETECH</w:t>
      </w:r>
    </w:p>
    <w:p w:rsidR="00653F0D" w:rsidRPr="006C271F" w:rsidRDefault="00653F0D" w:rsidP="001A3D00">
      <w:pPr>
        <w:pStyle w:val="text"/>
        <w:widowControl/>
        <w:spacing w:before="0" w:line="240" w:lineRule="auto"/>
        <w:rPr>
          <w:rFonts w:ascii="Calibri" w:hAnsi="Calibri"/>
          <w:i/>
        </w:rPr>
      </w:pPr>
    </w:p>
    <w:p w:rsidR="00653F0D" w:rsidRPr="006C271F" w:rsidRDefault="00653F0D" w:rsidP="00F00023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  <w:r w:rsidRPr="006C271F">
        <w:rPr>
          <w:rFonts w:ascii="Calibri" w:hAnsi="Calibri"/>
        </w:rPr>
        <w:t>Tento formulář slouží k prokázání splnění technického kvalifikačního předpokladu podle § 56 odstavec 2 písmeno a) zákona č. 137/2006 Sb., o veřejných zakázkách pro dodavatele:</w:t>
      </w:r>
    </w:p>
    <w:p w:rsidR="00653F0D" w:rsidRPr="006C271F" w:rsidRDefault="00653F0D" w:rsidP="00F00023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Pr="006C271F" w:rsidRDefault="00653F0D" w:rsidP="00F00023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  <w:r w:rsidRPr="006C271F">
        <w:rPr>
          <w:rFonts w:ascii="Calibri" w:hAnsi="Calibri"/>
        </w:rPr>
        <w:t>Obchodní firma:</w:t>
      </w:r>
      <w:r w:rsidRPr="006C271F">
        <w:rPr>
          <w:rFonts w:ascii="Calibri" w:hAnsi="Calibri"/>
        </w:rPr>
        <w:tab/>
      </w:r>
    </w:p>
    <w:p w:rsidR="00653F0D" w:rsidRPr="006C271F" w:rsidRDefault="00653F0D" w:rsidP="00F00023">
      <w:pPr>
        <w:pStyle w:val="text"/>
        <w:widowControl/>
        <w:spacing w:before="0" w:line="240" w:lineRule="auto"/>
        <w:rPr>
          <w:rFonts w:ascii="Calibri" w:hAnsi="Calibri"/>
        </w:rPr>
      </w:pPr>
      <w:r w:rsidRPr="006C271F">
        <w:rPr>
          <w:rFonts w:ascii="Calibri" w:hAnsi="Calibri"/>
        </w:rPr>
        <w:t>Úroveň pro splnění kvalifikace je stanovena na:</w:t>
      </w:r>
    </w:p>
    <w:p w:rsidR="00653F0D" w:rsidRDefault="00653F0D" w:rsidP="00F00023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  <w:r w:rsidRPr="006C271F">
        <w:rPr>
          <w:rFonts w:ascii="Calibri" w:hAnsi="Calibri"/>
        </w:rPr>
        <w:t xml:space="preserve">Minimálně </w:t>
      </w:r>
      <w:r w:rsidRPr="006C271F">
        <w:rPr>
          <w:rFonts w:ascii="Calibri" w:hAnsi="Calibri"/>
          <w:b/>
        </w:rPr>
        <w:t>3 zakázky</w:t>
      </w:r>
      <w:r w:rsidRPr="006C271F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v každém z posledních let </w:t>
      </w:r>
      <w:r w:rsidRPr="006C271F">
        <w:rPr>
          <w:rFonts w:ascii="Calibri" w:hAnsi="Calibri"/>
        </w:rPr>
        <w:t xml:space="preserve">na zajištění služeb spojených s pronájmem a praním nemocničního prádla (stejných, jako je předmět plnění veřejné zakázky), jejichž finanční hodnota přesáhla </w:t>
      </w:r>
      <w:smartTag w:uri="urn:schemas-microsoft-com:office:smarttags" w:element="metricconverter">
        <w:smartTagPr>
          <w:attr w:name="ProductID" w:val="2 mil"/>
        </w:smartTagPr>
        <w:r w:rsidRPr="006C271F">
          <w:rPr>
            <w:rFonts w:ascii="Calibri" w:hAnsi="Calibri"/>
            <w:b/>
          </w:rPr>
          <w:t>2</w:t>
        </w:r>
        <w:r>
          <w:rPr>
            <w:rFonts w:ascii="Calibri" w:hAnsi="Calibri"/>
            <w:b/>
          </w:rPr>
          <w:t> </w:t>
        </w:r>
        <w:r w:rsidRPr="006C271F">
          <w:rPr>
            <w:rFonts w:ascii="Calibri" w:hAnsi="Calibri"/>
            <w:b/>
          </w:rPr>
          <w:t>mil</w:t>
        </w:r>
      </w:smartTag>
      <w:r w:rsidRPr="006C271F">
        <w:rPr>
          <w:rFonts w:ascii="Calibri" w:hAnsi="Calibri"/>
        </w:rPr>
        <w:t>. Kč/rok bez DPH u každé z nich.</w:t>
      </w:r>
    </w:p>
    <w:p w:rsidR="00653F0D" w:rsidRDefault="00653F0D" w:rsidP="001A3D00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Default="00653F0D" w:rsidP="001A3D00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Default="00653F0D" w:rsidP="001A3D00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Pr="006C271F" w:rsidRDefault="00653F0D" w:rsidP="001A3D00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Pr="006C271F" w:rsidRDefault="00653F0D" w:rsidP="001A3D00">
      <w:pPr>
        <w:pStyle w:val="text"/>
        <w:widowControl/>
        <w:spacing w:before="0" w:line="240" w:lineRule="auto"/>
        <w:rPr>
          <w:rFonts w:ascii="Calibri" w:hAnsi="Calibri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5245"/>
      </w:tblGrid>
      <w:tr w:rsidR="00653F0D" w:rsidRPr="006C271F" w:rsidTr="00FC6AB1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6E6E6"/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6C271F">
              <w:rPr>
                <w:rFonts w:ascii="Calibri" w:hAnsi="Calibri"/>
                <w:b/>
                <w:caps/>
                <w:sz w:val="28"/>
              </w:rPr>
              <w:t>referenční služba č. 1</w:t>
            </w: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Údaj dle skutečnosti uchazeče</w:t>
            </w: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 xml:space="preserve">Objednatel </w:t>
            </w:r>
          </w:p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Datum provedení služby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Finanční objem služeb</w:t>
            </w:r>
          </w:p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(v mil. Kč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Pozice dodavatele při provádění</w:t>
            </w:r>
          </w:p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Podíl dodavatele/subdodavatele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C557AC">
        <w:trPr>
          <w:cantSplit/>
          <w:trHeight w:val="567"/>
        </w:trPr>
        <w:tc>
          <w:tcPr>
            <w:tcW w:w="432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C557A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Stručný popis služeb (zejména údaje prokazující splnění vymezeného požadavku)</w:t>
            </w:r>
          </w:p>
        </w:tc>
        <w:tc>
          <w:tcPr>
            <w:tcW w:w="5245" w:type="dxa"/>
            <w:tcBorders>
              <w:left w:val="single" w:sz="18" w:space="0" w:color="auto"/>
              <w:bottom w:val="single" w:sz="18" w:space="0" w:color="auto"/>
            </w:tcBorders>
          </w:tcPr>
          <w:p w:rsidR="00653F0D" w:rsidRPr="006C271F" w:rsidRDefault="00653F0D" w:rsidP="001A3D00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</w:tbl>
    <w:p w:rsidR="00653F0D" w:rsidRPr="006C271F" w:rsidRDefault="00653F0D" w:rsidP="001A3D00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6C271F" w:rsidRDefault="00653F0D" w:rsidP="00C35B64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5245"/>
      </w:tblGrid>
      <w:tr w:rsidR="00653F0D" w:rsidRPr="006C271F" w:rsidTr="00FC6AB1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6E6E6"/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6C271F">
              <w:rPr>
                <w:rFonts w:ascii="Calibri" w:hAnsi="Calibri"/>
                <w:b/>
                <w:caps/>
                <w:sz w:val="28"/>
              </w:rPr>
              <w:t>referenční služba č. 2</w:t>
            </w: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Údaj dle skutečnosti uchazeče</w:t>
            </w: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 xml:space="preserve">Objednatel 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Datum provedení služby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Finanční objem služeb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(v mil. Kč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Pozice dodavatele při provádění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Podíl dodavatele/subdodavatele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Stručný popis služeb (zejména údaje prokazující splnění vymezeného požadavku)</w:t>
            </w:r>
          </w:p>
        </w:tc>
        <w:tc>
          <w:tcPr>
            <w:tcW w:w="5245" w:type="dxa"/>
            <w:tcBorders>
              <w:left w:val="single" w:sz="18" w:space="0" w:color="auto"/>
              <w:bottom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</w:tbl>
    <w:p w:rsidR="00653F0D" w:rsidRPr="006C271F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6C271F" w:rsidRDefault="00653F0D" w:rsidP="00C35B64">
      <w:pPr>
        <w:pStyle w:val="Textodstavce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6C271F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5245"/>
      </w:tblGrid>
      <w:tr w:rsidR="00653F0D" w:rsidRPr="006C271F" w:rsidTr="00FC6AB1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6E6E6"/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6C271F">
              <w:rPr>
                <w:rFonts w:ascii="Calibri" w:hAnsi="Calibri"/>
                <w:b/>
                <w:caps/>
                <w:sz w:val="28"/>
              </w:rPr>
              <w:t>referenční služba č. 3</w:t>
            </w: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  <w:b/>
              </w:rPr>
            </w:pPr>
            <w:r w:rsidRPr="006C271F">
              <w:rPr>
                <w:rFonts w:ascii="Calibri" w:hAnsi="Calibri"/>
                <w:b/>
              </w:rPr>
              <w:t>Údaj dle skutečnosti uchazeče</w:t>
            </w: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 xml:space="preserve">Objednatel 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Datum provedení služby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Finanční objem služeb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(v mil. Kč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Pozice dodavatele při provádění</w:t>
            </w:r>
          </w:p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Podíl dodavatele/subdodavatele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  <w:tr w:rsidR="00653F0D" w:rsidRPr="006C271F" w:rsidTr="00B06DF6">
        <w:trPr>
          <w:cantSplit/>
          <w:trHeight w:val="567"/>
        </w:trPr>
        <w:tc>
          <w:tcPr>
            <w:tcW w:w="432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/>
              </w:rPr>
            </w:pPr>
            <w:r w:rsidRPr="006C271F">
              <w:rPr>
                <w:rFonts w:ascii="Calibri" w:hAnsi="Calibri"/>
              </w:rPr>
              <w:t>Stručný popis služeb (zejména údaje prokazující splnění vymezeného požadavku)</w:t>
            </w:r>
          </w:p>
        </w:tc>
        <w:tc>
          <w:tcPr>
            <w:tcW w:w="5245" w:type="dxa"/>
            <w:tcBorders>
              <w:left w:val="single" w:sz="18" w:space="0" w:color="auto"/>
              <w:bottom w:val="single" w:sz="18" w:space="0" w:color="auto"/>
            </w:tcBorders>
          </w:tcPr>
          <w:p w:rsidR="00653F0D" w:rsidRPr="006C271F" w:rsidRDefault="00653F0D" w:rsidP="00B06DF6">
            <w:pPr>
              <w:pStyle w:val="text"/>
              <w:widowControl/>
              <w:spacing w:before="0" w:line="240" w:lineRule="auto"/>
              <w:rPr>
                <w:rFonts w:ascii="Calibri" w:hAnsi="Calibri"/>
              </w:rPr>
            </w:pPr>
          </w:p>
        </w:tc>
      </w:tr>
    </w:tbl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6C271F" w:rsidRDefault="00653F0D" w:rsidP="00C35B64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6C271F" w:rsidRDefault="00653F0D" w:rsidP="001A3D00">
      <w:pPr>
        <w:pStyle w:val="text"/>
        <w:widowControl/>
        <w:spacing w:before="0" w:line="240" w:lineRule="auto"/>
        <w:rPr>
          <w:rFonts w:ascii="Calibri" w:hAnsi="Calibri"/>
        </w:rPr>
      </w:pPr>
    </w:p>
    <w:p w:rsidR="00653F0D" w:rsidRPr="00C96820" w:rsidRDefault="00653F0D" w:rsidP="00FC6AB1">
      <w:pPr>
        <w:rPr>
          <w:rFonts w:ascii="Calibri" w:hAnsi="Calibri" w:cs="Calibri"/>
          <w:i/>
        </w:rPr>
      </w:pPr>
      <w:r w:rsidRPr="00C96820">
        <w:rPr>
          <w:rFonts w:ascii="Calibri" w:hAnsi="Calibri" w:cs="Calibri"/>
          <w:i/>
        </w:rPr>
        <w:t>V…………</w:t>
      </w:r>
      <w:r>
        <w:rPr>
          <w:rFonts w:ascii="Calibri" w:hAnsi="Calibri" w:cs="Calibri"/>
          <w:i/>
        </w:rPr>
        <w:t>……………………………</w:t>
      </w:r>
      <w:r w:rsidRPr="00C96820">
        <w:rPr>
          <w:rFonts w:ascii="Calibri" w:hAnsi="Calibri" w:cs="Calibri"/>
          <w:i/>
        </w:rPr>
        <w:t>. dne ………………</w:t>
      </w:r>
    </w:p>
    <w:p w:rsidR="00653F0D" w:rsidRPr="00C96820" w:rsidRDefault="00653F0D" w:rsidP="00FC6AB1">
      <w:pPr>
        <w:rPr>
          <w:rFonts w:ascii="Calibri" w:hAnsi="Calibri" w:cs="Calibri"/>
          <w:i/>
        </w:rPr>
      </w:pPr>
    </w:p>
    <w:p w:rsidR="00653F0D" w:rsidRDefault="00653F0D" w:rsidP="00FC6AB1">
      <w:pPr>
        <w:rPr>
          <w:rFonts w:ascii="Calibri" w:hAnsi="Calibri" w:cs="Calibri"/>
          <w:i/>
        </w:rPr>
      </w:pPr>
    </w:p>
    <w:p w:rsidR="00653F0D" w:rsidRPr="00C96820" w:rsidRDefault="00653F0D" w:rsidP="00FC6AB1">
      <w:pPr>
        <w:rPr>
          <w:rFonts w:ascii="Calibri" w:hAnsi="Calibri" w:cs="Calibri"/>
          <w:i/>
        </w:rPr>
      </w:pPr>
    </w:p>
    <w:p w:rsidR="00653F0D" w:rsidRPr="00C96820" w:rsidRDefault="00653F0D" w:rsidP="00FC6AB1">
      <w:pPr>
        <w:rPr>
          <w:rFonts w:ascii="Calibri" w:hAnsi="Calibri" w:cs="Calibri"/>
          <w:i/>
        </w:rPr>
      </w:pPr>
      <w:r w:rsidRPr="00C96820">
        <w:rPr>
          <w:rFonts w:ascii="Calibri" w:hAnsi="Calibri" w:cs="Calibri"/>
          <w:i/>
        </w:rPr>
        <w:t>………………………………</w:t>
      </w:r>
      <w:r>
        <w:rPr>
          <w:rFonts w:ascii="Calibri" w:hAnsi="Calibri" w:cs="Calibri"/>
          <w:i/>
        </w:rPr>
        <w:t>……………………………….</w:t>
      </w:r>
    </w:p>
    <w:p w:rsidR="00653F0D" w:rsidRPr="00C96820" w:rsidRDefault="00653F0D" w:rsidP="00FC6AB1">
      <w:pPr>
        <w:rPr>
          <w:rFonts w:ascii="Calibri" w:hAnsi="Calibri" w:cs="Calibri"/>
          <w:i/>
        </w:rPr>
      </w:pPr>
      <w:r w:rsidRPr="00C96820">
        <w:rPr>
          <w:rFonts w:ascii="Calibri" w:hAnsi="Calibri" w:cs="Calibri"/>
          <w:i/>
        </w:rPr>
        <w:t>Jméno, příjmení, funkce a podpis uchazeče</w:t>
      </w:r>
    </w:p>
    <w:p w:rsidR="00653F0D" w:rsidRPr="00C96820" w:rsidRDefault="00653F0D" w:rsidP="00FC6AB1">
      <w:pPr>
        <w:rPr>
          <w:rFonts w:ascii="Calibri" w:hAnsi="Calibri" w:cs="Calibri"/>
          <w:i/>
        </w:rPr>
      </w:pPr>
    </w:p>
    <w:p w:rsidR="00653F0D" w:rsidRDefault="00653F0D" w:rsidP="001A3D00">
      <w:pPr>
        <w:pStyle w:val="text"/>
        <w:widowControl/>
        <w:spacing w:before="0" w:line="240" w:lineRule="auto"/>
        <w:rPr>
          <w:rFonts w:ascii="Calibri" w:hAnsi="Calibri"/>
        </w:rPr>
      </w:pPr>
    </w:p>
    <w:sectPr w:rsidR="00653F0D" w:rsidSect="00112539">
      <w:headerReference w:type="default" r:id="rId7"/>
      <w:footerReference w:type="default" r:id="rId8"/>
      <w:pgSz w:w="11906" w:h="16838"/>
      <w:pgMar w:top="1417" w:right="1106" w:bottom="1417" w:left="1417" w:header="708" w:footer="3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F0D" w:rsidRDefault="00653F0D">
      <w:r>
        <w:separator/>
      </w:r>
    </w:p>
  </w:endnote>
  <w:endnote w:type="continuationSeparator" w:id="0">
    <w:p w:rsidR="00653F0D" w:rsidRDefault="0065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0D" w:rsidRPr="00112539" w:rsidRDefault="00653F0D" w:rsidP="00112539">
    <w:pPr>
      <w:pStyle w:val="Footer"/>
      <w:jc w:val="right"/>
      <w:rPr>
        <w:rFonts w:ascii="Calibri" w:hAnsi="Calibri"/>
        <w:sz w:val="18"/>
        <w:szCs w:val="18"/>
      </w:rPr>
    </w:pPr>
    <w:r w:rsidRPr="00112539">
      <w:rPr>
        <w:rStyle w:val="PageNumber"/>
        <w:rFonts w:ascii="Calibri" w:hAnsi="Calibri"/>
        <w:sz w:val="18"/>
        <w:szCs w:val="18"/>
      </w:rPr>
      <w:fldChar w:fldCharType="begin"/>
    </w:r>
    <w:r w:rsidRPr="00112539">
      <w:rPr>
        <w:rStyle w:val="PageNumber"/>
        <w:rFonts w:ascii="Calibri" w:hAnsi="Calibri"/>
        <w:sz w:val="18"/>
        <w:szCs w:val="18"/>
      </w:rPr>
      <w:instrText xml:space="preserve"> PAGE </w:instrText>
    </w:r>
    <w:r w:rsidRPr="00112539">
      <w:rPr>
        <w:rStyle w:val="PageNumber"/>
        <w:rFonts w:ascii="Calibri" w:hAnsi="Calibri"/>
        <w:sz w:val="18"/>
        <w:szCs w:val="18"/>
      </w:rPr>
      <w:fldChar w:fldCharType="separate"/>
    </w:r>
    <w:r>
      <w:rPr>
        <w:rStyle w:val="PageNumber"/>
        <w:rFonts w:ascii="Calibri" w:hAnsi="Calibri"/>
        <w:noProof/>
        <w:sz w:val="18"/>
        <w:szCs w:val="18"/>
      </w:rPr>
      <w:t>1</w:t>
    </w:r>
    <w:r w:rsidRPr="00112539">
      <w:rPr>
        <w:rStyle w:val="PageNumber"/>
        <w:rFonts w:ascii="Calibri" w:hAnsi="Calibri"/>
        <w:sz w:val="18"/>
        <w:szCs w:val="18"/>
      </w:rPr>
      <w:fldChar w:fldCharType="end"/>
    </w:r>
    <w:r w:rsidRPr="00112539">
      <w:rPr>
        <w:rStyle w:val="PageNumber"/>
        <w:rFonts w:ascii="Calibri" w:hAnsi="Calibri"/>
        <w:sz w:val="18"/>
        <w:szCs w:val="18"/>
      </w:rPr>
      <w:t>/3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F0D" w:rsidRDefault="00653F0D">
      <w:r>
        <w:separator/>
      </w:r>
    </w:p>
  </w:footnote>
  <w:footnote w:type="continuationSeparator" w:id="0">
    <w:p w:rsidR="00653F0D" w:rsidRDefault="00653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0D" w:rsidRDefault="00653F0D" w:rsidP="00112539">
    <w:pPr>
      <w:jc w:val="right"/>
      <w:rPr>
        <w:rFonts w:ascii="Calibri" w:hAnsi="Calibri"/>
        <w:b/>
        <w:sz w:val="22"/>
        <w:szCs w:val="22"/>
      </w:rPr>
    </w:pPr>
    <w:r w:rsidRPr="000654CA">
      <w:rPr>
        <w:rFonts w:ascii="Calibri" w:hAnsi="Calibri"/>
        <w:b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08pt;height:24pt;mso-position-horizontal-relative:char;mso-position-vertical-relative:line" fillcolor="black">
          <v:imagedata r:id="rId1" o:title=""/>
        </v:shape>
      </w:pict>
    </w:r>
  </w:p>
  <w:p w:rsidR="00653F0D" w:rsidRDefault="00653F0D" w:rsidP="008853DA">
    <w:pPr>
      <w:rPr>
        <w:rFonts w:ascii="Calibri" w:hAnsi="Calibri" w:cs="Calibri"/>
        <w:b/>
        <w:sz w:val="44"/>
        <w:szCs w:val="44"/>
      </w:rPr>
    </w:pPr>
    <w:r>
      <w:rPr>
        <w:rFonts w:ascii="Calibri" w:hAnsi="Calibri"/>
        <w:b/>
        <w:sz w:val="22"/>
        <w:szCs w:val="22"/>
      </w:rPr>
      <w:t>Z</w:t>
    </w:r>
    <w:r w:rsidRPr="00E5201E">
      <w:rPr>
        <w:rFonts w:ascii="Calibri" w:hAnsi="Calibri"/>
        <w:b/>
        <w:sz w:val="22"/>
        <w:szCs w:val="22"/>
      </w:rPr>
      <w:t xml:space="preserve">abezpečení komplexního servisu </w:t>
    </w:r>
    <w:r>
      <w:rPr>
        <w:rFonts w:ascii="Calibri" w:hAnsi="Calibri"/>
        <w:b/>
        <w:sz w:val="22"/>
        <w:szCs w:val="22"/>
      </w:rPr>
      <w:t xml:space="preserve">zdravotnického </w:t>
    </w:r>
    <w:r w:rsidRPr="00E5201E">
      <w:rPr>
        <w:rFonts w:ascii="Calibri" w:hAnsi="Calibri"/>
        <w:b/>
        <w:sz w:val="22"/>
        <w:szCs w:val="22"/>
      </w:rPr>
      <w:t>prádla</w:t>
    </w:r>
    <w:r>
      <w:rPr>
        <w:rFonts w:ascii="Calibri" w:hAnsi="Calibri"/>
        <w:b/>
        <w:sz w:val="22"/>
        <w:szCs w:val="22"/>
      </w:rPr>
      <w:t xml:space="preserve"> </w:t>
    </w:r>
    <w:r w:rsidRPr="00B00F53">
      <w:rPr>
        <w:rFonts w:ascii="Calibri" w:hAnsi="Calibri"/>
        <w:b/>
        <w:sz w:val="22"/>
        <w:szCs w:val="22"/>
      </w:rPr>
      <w:t>pro Lužickou nemocnici a polikliniku, a.s</w:t>
    </w:r>
    <w:r>
      <w:rPr>
        <w:rFonts w:ascii="Calibri" w:hAnsi="Calibri"/>
        <w:b/>
        <w:sz w:val="22"/>
        <w:szCs w:val="22"/>
      </w:rPr>
      <w:t>.</w:t>
    </w:r>
  </w:p>
  <w:p w:rsidR="00653F0D" w:rsidRDefault="00653F0D" w:rsidP="008853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">
    <w:nsid w:val="6C512C00"/>
    <w:multiLevelType w:val="multilevel"/>
    <w:tmpl w:val="591CDB9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D00"/>
    <w:rsid w:val="000654CA"/>
    <w:rsid w:val="001049B1"/>
    <w:rsid w:val="00112539"/>
    <w:rsid w:val="0013197A"/>
    <w:rsid w:val="001803FC"/>
    <w:rsid w:val="00187F27"/>
    <w:rsid w:val="001A3D00"/>
    <w:rsid w:val="00235033"/>
    <w:rsid w:val="002E06DB"/>
    <w:rsid w:val="00312ECF"/>
    <w:rsid w:val="003326F2"/>
    <w:rsid w:val="0033397B"/>
    <w:rsid w:val="00371D1D"/>
    <w:rsid w:val="004E53A4"/>
    <w:rsid w:val="00555B87"/>
    <w:rsid w:val="00596928"/>
    <w:rsid w:val="005D3655"/>
    <w:rsid w:val="006012E0"/>
    <w:rsid w:val="0061086F"/>
    <w:rsid w:val="00653F0D"/>
    <w:rsid w:val="006C271F"/>
    <w:rsid w:val="007425F2"/>
    <w:rsid w:val="007C304F"/>
    <w:rsid w:val="007F4797"/>
    <w:rsid w:val="008853DA"/>
    <w:rsid w:val="008C2372"/>
    <w:rsid w:val="008E5A02"/>
    <w:rsid w:val="009516D5"/>
    <w:rsid w:val="009F3889"/>
    <w:rsid w:val="009F6689"/>
    <w:rsid w:val="00A05ABC"/>
    <w:rsid w:val="00A53B90"/>
    <w:rsid w:val="00AD4F83"/>
    <w:rsid w:val="00B00F53"/>
    <w:rsid w:val="00B06DF6"/>
    <w:rsid w:val="00B37888"/>
    <w:rsid w:val="00B577B4"/>
    <w:rsid w:val="00C35B64"/>
    <w:rsid w:val="00C43504"/>
    <w:rsid w:val="00C557AC"/>
    <w:rsid w:val="00C55D01"/>
    <w:rsid w:val="00C96820"/>
    <w:rsid w:val="00D70347"/>
    <w:rsid w:val="00DE22E5"/>
    <w:rsid w:val="00E00055"/>
    <w:rsid w:val="00E3726F"/>
    <w:rsid w:val="00E5201E"/>
    <w:rsid w:val="00F00023"/>
    <w:rsid w:val="00F043E3"/>
    <w:rsid w:val="00F32E7B"/>
    <w:rsid w:val="00F359EE"/>
    <w:rsid w:val="00F82D98"/>
    <w:rsid w:val="00F94D8C"/>
    <w:rsid w:val="00FC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0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D0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color w:val="FF0000"/>
      <w:sz w:val="28"/>
      <w:szCs w:val="28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3D0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3D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fr-FR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3D0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fr-FR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3D0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fr-FR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A3D0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fr-FR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3D00"/>
    <w:pPr>
      <w:numPr>
        <w:ilvl w:val="6"/>
        <w:numId w:val="1"/>
      </w:numPr>
      <w:spacing w:before="240" w:after="60"/>
      <w:outlineLvl w:val="6"/>
    </w:pPr>
    <w:rPr>
      <w:lang w:val="fr-FR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A3D00"/>
    <w:pPr>
      <w:numPr>
        <w:ilvl w:val="7"/>
        <w:numId w:val="1"/>
      </w:numPr>
      <w:spacing w:before="240" w:after="60"/>
      <w:outlineLvl w:val="7"/>
    </w:pPr>
    <w:rPr>
      <w:i/>
      <w:iCs/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06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E06D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E06D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E06D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E06D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E06D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E06D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E06DB"/>
    <w:rPr>
      <w:rFonts w:ascii="Calibri" w:hAnsi="Calibri" w:cs="Times New Roman"/>
      <w:i/>
      <w:iCs/>
      <w:sz w:val="24"/>
      <w:szCs w:val="24"/>
    </w:rPr>
  </w:style>
  <w:style w:type="paragraph" w:customStyle="1" w:styleId="text">
    <w:name w:val="text"/>
    <w:uiPriority w:val="99"/>
    <w:rsid w:val="001A3D0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al"/>
    <w:uiPriority w:val="99"/>
    <w:rsid w:val="001A3D0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al"/>
    <w:uiPriority w:val="99"/>
    <w:rsid w:val="001A3D0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Footer">
    <w:name w:val="footer"/>
    <w:basedOn w:val="Normal"/>
    <w:link w:val="FooterChar"/>
    <w:uiPriority w:val="99"/>
    <w:rsid w:val="001A3D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06D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A3D0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557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57AC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312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2E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9692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96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692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96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69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300</Words>
  <Characters>1771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2016-02-04T08:05:00Z</cp:lastPrinted>
  <dcterms:created xsi:type="dcterms:W3CDTF">2013-05-21T13:31:00Z</dcterms:created>
  <dcterms:modified xsi:type="dcterms:W3CDTF">2016-02-17T15:29:00Z</dcterms:modified>
</cp:coreProperties>
</file>